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644E89B" w14:textId="562DBBCC" w:rsidR="00883F69" w:rsidRPr="00883F69" w:rsidRDefault="00E02093" w:rsidP="00883F69">
            <w:pPr>
              <w:framePr w:w="9582" w:h="2155" w:wrap="notBeside" w:vAnchor="page" w:hAnchor="page" w:x="1702" w:y="3063"/>
            </w:pPr>
            <w:r w:rsidRPr="00E02093"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 w:rsidRPr="00E02093">
              <w:instrText xml:space="preserve"> FORMTEXT </w:instrText>
            </w:r>
            <w:r w:rsidRPr="00E02093">
              <w:fldChar w:fldCharType="separate"/>
            </w:r>
            <w:r w:rsidR="00883F69" w:rsidRPr="00883F69"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r w:rsidR="00883F69" w:rsidRPr="00883F69">
              <w:instrText xml:space="preserve"> FORMTEXT </w:instrText>
            </w:r>
            <w:r w:rsidR="00883F69" w:rsidRPr="00883F69">
              <w:fldChar w:fldCharType="separate"/>
            </w:r>
            <w:r w:rsidR="00883F69" w:rsidRPr="00883F69"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883F69" w:rsidRPr="00883F69">
              <w:instrText xml:space="preserve"> FORMTEXT </w:instrText>
            </w:r>
            <w:r w:rsidR="00883F69" w:rsidRPr="00883F69">
              <w:fldChar w:fldCharType="separate"/>
            </w:r>
            <w:r w:rsidR="00883F69" w:rsidRPr="00883F69">
              <w:t>Saarde Vallavalitsus</w:t>
            </w:r>
          </w:p>
          <w:p w14:paraId="3356E515" w14:textId="4E3C1CE8" w:rsidR="0007517B" w:rsidRDefault="00883F69" w:rsidP="00E02093">
            <w:pPr>
              <w:framePr w:w="9582" w:h="2155" w:wrap="notBeside" w:vAnchor="page" w:hAnchor="page" w:x="1702" w:y="3063"/>
            </w:pPr>
            <w:r w:rsidRPr="00883F69">
              <w:t>info@saarde.ee</w:t>
            </w:r>
            <w:r w:rsidRPr="00883F69">
              <w:fldChar w:fldCharType="end"/>
            </w:r>
            <w:r w:rsidRPr="00883F69">
              <w:fldChar w:fldCharType="end"/>
            </w:r>
            <w:r w:rsidR="00E02093" w:rsidRPr="00E02093">
              <w:fldChar w:fldCharType="end"/>
            </w:r>
            <w:bookmarkEnd w:id="0"/>
          </w:p>
          <w:p w14:paraId="119C2CE4" w14:textId="0EECC109" w:rsidR="00E85637" w:rsidRDefault="00E85637" w:rsidP="00864926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2E97CB64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</w:t>
            </w:r>
            <w:r w:rsidR="00883F69">
              <w:rPr>
                <w:noProof/>
              </w:rPr>
              <w:t>4</w:t>
            </w:r>
            <w:r w:rsidR="006F05C3">
              <w:rPr>
                <w:noProof/>
              </w:rPr>
              <w:t>/2273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B481D" w14:textId="3CBCDF2D" w:rsidR="00883F69" w:rsidRPr="00883F69" w:rsidRDefault="0093754F" w:rsidP="00883F69">
      <w:pPr>
        <w:rPr>
          <w:b/>
        </w:rPr>
      </w:pPr>
      <w:r w:rsidRPr="0093754F">
        <w:rPr>
          <w:b/>
          <w:kern w:val="28"/>
        </w:rPr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93754F">
        <w:rPr>
          <w:b/>
          <w:kern w:val="28"/>
        </w:rPr>
        <w:instrText xml:space="preserve"> FORMTEXT </w:instrText>
      </w:r>
      <w:r w:rsidRPr="0093754F">
        <w:rPr>
          <w:b/>
          <w:kern w:val="28"/>
        </w:rPr>
      </w:r>
      <w:r w:rsidRPr="0093754F">
        <w:rPr>
          <w:b/>
          <w:kern w:val="28"/>
        </w:rPr>
        <w:fldChar w:fldCharType="separate"/>
      </w:r>
      <w:r w:rsidR="00883F69" w:rsidRPr="00883F69">
        <w:rPr>
          <w:b/>
        </w:rPr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="00883F69" w:rsidRPr="00883F69">
        <w:rPr>
          <w:b/>
        </w:rPr>
        <w:instrText xml:space="preserve"> FORMTEXT </w:instrText>
      </w:r>
      <w:r w:rsidR="00883F69" w:rsidRPr="00883F69">
        <w:rPr>
          <w:b/>
        </w:rPr>
      </w:r>
      <w:r w:rsidR="00883F69" w:rsidRPr="00883F69">
        <w:rPr>
          <w:b/>
        </w:rPr>
        <w:fldChar w:fldCharType="separate"/>
      </w:r>
      <w:r w:rsidR="00883F69" w:rsidRPr="00883F69">
        <w:rPr>
          <w:b/>
        </w:rPr>
        <w:t>Taotlus Saarde vallale kuuluva tee</w:t>
      </w:r>
    </w:p>
    <w:p w14:paraId="0583A1F0" w14:textId="34CA8755" w:rsidR="0093754F" w:rsidRPr="0093754F" w:rsidRDefault="00883F69" w:rsidP="0093754F">
      <w:pPr>
        <w:rPr>
          <w:b/>
          <w:kern w:val="28"/>
        </w:rPr>
      </w:pPr>
      <w:r w:rsidRPr="00883F69">
        <w:rPr>
          <w:b/>
          <w:kern w:val="28"/>
        </w:rPr>
        <w:t>kasutamiseks metsamaterjali väljaveoks</w:t>
      </w:r>
      <w:r w:rsidRPr="00883F69">
        <w:rPr>
          <w:b/>
          <w:kern w:val="28"/>
        </w:rPr>
        <w:fldChar w:fldCharType="end"/>
      </w:r>
      <w:r w:rsidR="0093754F" w:rsidRPr="0093754F">
        <w:rPr>
          <w:b/>
          <w:kern w:val="28"/>
        </w:rPr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2C151E4A" w14:textId="77777777" w:rsidR="00883F69" w:rsidRDefault="00883F69">
      <w:pPr>
        <w:rPr>
          <w:sz w:val="26"/>
        </w:rPr>
      </w:pPr>
    </w:p>
    <w:p w14:paraId="2822402D" w14:textId="77777777" w:rsidR="00E85637" w:rsidRDefault="00E85637">
      <w:pPr>
        <w:sectPr w:rsidR="00E85637" w:rsidSect="005816AF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05EC822C" w14:textId="3622C8E7" w:rsidR="00883F69" w:rsidRPr="00883F69" w:rsidRDefault="00883F69" w:rsidP="00883F69">
      <w:pPr>
        <w:rPr>
          <w:b/>
        </w:rPr>
      </w:pPr>
      <w:r w:rsidRPr="00883F69">
        <w:t xml:space="preserve">Palun võimalusel luba järgmiste Saarde valla teede kasutamiseks metsamaterjali veoks (lubatud suurim autorongi mass 52 tonni) alates </w:t>
      </w:r>
      <w:r w:rsidR="00736442">
        <w:rPr>
          <w:b/>
        </w:rPr>
        <w:t>15.04</w:t>
      </w:r>
      <w:r w:rsidRPr="00883F69">
        <w:rPr>
          <w:b/>
        </w:rPr>
        <w:t xml:space="preserve">.2024.a. – </w:t>
      </w:r>
      <w:r w:rsidR="00736442">
        <w:rPr>
          <w:b/>
        </w:rPr>
        <w:t>15</w:t>
      </w:r>
      <w:r w:rsidRPr="00883F69">
        <w:rPr>
          <w:b/>
        </w:rPr>
        <w:t>.0</w:t>
      </w:r>
      <w:r w:rsidR="00736442">
        <w:rPr>
          <w:b/>
        </w:rPr>
        <w:t>5</w:t>
      </w:r>
      <w:r w:rsidRPr="00883F69">
        <w:rPr>
          <w:b/>
        </w:rPr>
        <w:t>.2024.a.</w:t>
      </w:r>
    </w:p>
    <w:p w14:paraId="5D4A7B6B" w14:textId="77777777" w:rsidR="00883F69" w:rsidRPr="00883F69" w:rsidRDefault="00883F69" w:rsidP="00883F69">
      <w:pPr>
        <w:rPr>
          <w:b/>
        </w:rPr>
      </w:pPr>
    </w:p>
    <w:p w14:paraId="0D6DA2DF" w14:textId="3154B260" w:rsidR="00883F69" w:rsidRPr="00883F69" w:rsidRDefault="00883F69" w:rsidP="00883F69">
      <w:pPr>
        <w:rPr>
          <w:b/>
        </w:rPr>
      </w:pPr>
      <w:proofErr w:type="spellStart"/>
      <w:r w:rsidRPr="00883F69">
        <w:rPr>
          <w:b/>
        </w:rPr>
        <w:t>Sigaste</w:t>
      </w:r>
      <w:proofErr w:type="spellEnd"/>
      <w:r w:rsidRPr="00883F69">
        <w:rPr>
          <w:b/>
        </w:rPr>
        <w:t>–Massi–Välinõmme–Kanaküla ( nr. 7110030 )</w:t>
      </w:r>
    </w:p>
    <w:p w14:paraId="420E072C" w14:textId="77777777" w:rsidR="00883F69" w:rsidRPr="00883F69" w:rsidRDefault="00883F69" w:rsidP="00883F69">
      <w:pPr>
        <w:rPr>
          <w:b/>
        </w:rPr>
      </w:pPr>
    </w:p>
    <w:p w14:paraId="2F360BBC" w14:textId="194BD782" w:rsidR="00883F69" w:rsidRPr="00883F69" w:rsidRDefault="00883F69" w:rsidP="00883F69">
      <w:r w:rsidRPr="00883F69">
        <w:t>vedusid organiseerib logistik Ülla Tomp (tel.nr. 51 42 243).</w:t>
      </w:r>
    </w:p>
    <w:p w14:paraId="476D0297" w14:textId="77777777" w:rsidR="00883F69" w:rsidRPr="00883F69" w:rsidRDefault="00883F69" w:rsidP="00883F69"/>
    <w:p w14:paraId="3C0925C9" w14:textId="77777777" w:rsidR="00883F69" w:rsidRPr="00883F69" w:rsidRDefault="00883F69" w:rsidP="00883F69"/>
    <w:p w14:paraId="45FB5C12" w14:textId="77777777" w:rsidR="00883F69" w:rsidRPr="00883F69" w:rsidRDefault="00883F69" w:rsidP="00883F69">
      <w:pPr>
        <w:rPr>
          <w:b/>
        </w:rPr>
      </w:pPr>
      <w:r w:rsidRPr="00883F69">
        <w:t>Vedudel kasutatavate autode nimekiri lisatud</w:t>
      </w:r>
      <w:r w:rsidRPr="00883F69">
        <w:rPr>
          <w:b/>
        </w:rPr>
        <w:t>.</w:t>
      </w:r>
    </w:p>
    <w:p w14:paraId="57080663" w14:textId="77777777" w:rsidR="00883F69" w:rsidRPr="00883F69" w:rsidRDefault="00883F69" w:rsidP="00883F69">
      <w:r w:rsidRPr="00883F69">
        <w:t>Asukohaskeem lisatud.</w:t>
      </w:r>
    </w:p>
    <w:p w14:paraId="4504D44A" w14:textId="4B935ABE" w:rsidR="001D139F" w:rsidRDefault="001D139F"/>
    <w:p w14:paraId="655101D5" w14:textId="77777777" w:rsidR="001D139F" w:rsidRDefault="001D139F">
      <w:pPr>
        <w:sectPr w:rsidR="001D139F" w:rsidSect="005816A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18B7AC8A" w14:textId="77777777" w:rsidR="0093754F" w:rsidRDefault="0093754F" w:rsidP="00E02093">
      <w:pPr>
        <w:jc w:val="both"/>
        <w:rPr>
          <w:szCs w:val="24"/>
        </w:rPr>
      </w:pPr>
    </w:p>
    <w:p w14:paraId="41D3B039" w14:textId="77777777" w:rsidR="0093754F" w:rsidRDefault="0093754F" w:rsidP="00E02093">
      <w:pPr>
        <w:jc w:val="both"/>
        <w:rPr>
          <w:szCs w:val="24"/>
        </w:rPr>
      </w:pPr>
    </w:p>
    <w:p w14:paraId="65746115" w14:textId="77777777" w:rsidR="0093754F" w:rsidRDefault="0093754F" w:rsidP="00E02093">
      <w:pPr>
        <w:jc w:val="both"/>
        <w:rPr>
          <w:szCs w:val="24"/>
        </w:rPr>
      </w:pPr>
    </w:p>
    <w:p w14:paraId="502F09FB" w14:textId="77777777" w:rsidR="0007517B" w:rsidRPr="0007517B" w:rsidRDefault="0007517B" w:rsidP="0007517B">
      <w:pPr>
        <w:jc w:val="both"/>
        <w:rPr>
          <w:szCs w:val="24"/>
        </w:rPr>
      </w:pPr>
    </w:p>
    <w:p w14:paraId="379EB02F" w14:textId="77777777" w:rsidR="0007517B" w:rsidRPr="0007517B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07517B">
        <w:rPr>
          <w:szCs w:val="24"/>
        </w:rPr>
        <w:instrText xml:space="preserve"> FORMTEXT </w:instrText>
      </w:r>
      <w:r w:rsidRPr="0007517B">
        <w:rPr>
          <w:szCs w:val="24"/>
        </w:rPr>
      </w:r>
      <w:r w:rsidRPr="0007517B">
        <w:rPr>
          <w:szCs w:val="24"/>
        </w:rPr>
        <w:fldChar w:fldCharType="separate"/>
      </w:r>
      <w:r w:rsidRPr="0007517B">
        <w:rPr>
          <w:szCs w:val="24"/>
        </w:rPr>
        <w:t>Lugupidamisega</w:t>
      </w:r>
      <w:r w:rsidRPr="0007517B">
        <w:rPr>
          <w:szCs w:val="24"/>
        </w:rPr>
        <w:fldChar w:fldCharType="end"/>
      </w:r>
    </w:p>
    <w:p w14:paraId="5DD9D849" w14:textId="77777777" w:rsidR="0007517B" w:rsidRPr="0007517B" w:rsidRDefault="0007517B" w:rsidP="0007517B">
      <w:pPr>
        <w:jc w:val="both"/>
        <w:rPr>
          <w:szCs w:val="24"/>
        </w:rPr>
      </w:pPr>
    </w:p>
    <w:p w14:paraId="094B40DD" w14:textId="77777777" w:rsidR="0007517B" w:rsidRPr="0007517B" w:rsidRDefault="0007517B" w:rsidP="0007517B">
      <w:pPr>
        <w:jc w:val="both"/>
        <w:rPr>
          <w:szCs w:val="24"/>
        </w:rPr>
      </w:pPr>
    </w:p>
    <w:p w14:paraId="270417AF" w14:textId="77777777" w:rsidR="0007517B" w:rsidRPr="0007517B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r w:rsidRPr="0007517B">
        <w:rPr>
          <w:szCs w:val="24"/>
        </w:rPr>
        <w:instrText xml:space="preserve"> FORMDROPDOWN </w:instrText>
      </w:r>
      <w:r w:rsidR="00000000">
        <w:rPr>
          <w:szCs w:val="24"/>
        </w:rPr>
      </w:r>
      <w:r w:rsidR="00000000">
        <w:rPr>
          <w:szCs w:val="24"/>
        </w:rPr>
        <w:fldChar w:fldCharType="separate"/>
      </w:r>
      <w:r w:rsidRPr="0007517B">
        <w:rPr>
          <w:szCs w:val="24"/>
        </w:rPr>
        <w:fldChar w:fldCharType="end"/>
      </w:r>
    </w:p>
    <w:p w14:paraId="630D4D4B" w14:textId="77777777" w:rsidR="0007517B" w:rsidRPr="0007517B" w:rsidRDefault="0007517B" w:rsidP="0007517B">
      <w:pPr>
        <w:jc w:val="both"/>
        <w:rPr>
          <w:szCs w:val="24"/>
        </w:rPr>
      </w:pPr>
    </w:p>
    <w:p w14:paraId="1367AC6E" w14:textId="77777777" w:rsidR="0007517B" w:rsidRPr="0007517B" w:rsidRDefault="0007517B" w:rsidP="0007517B">
      <w:pPr>
        <w:jc w:val="both"/>
        <w:rPr>
          <w:szCs w:val="24"/>
        </w:rPr>
      </w:pPr>
    </w:p>
    <w:p w14:paraId="09CB6991" w14:textId="77777777" w:rsidR="00883F69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2" w:name="Text30"/>
      <w:r w:rsidRPr="0007517B">
        <w:rPr>
          <w:szCs w:val="24"/>
        </w:rPr>
        <w:instrText xml:space="preserve"> FORMTEXT </w:instrText>
      </w:r>
      <w:r w:rsidRPr="0007517B">
        <w:rPr>
          <w:szCs w:val="24"/>
        </w:rPr>
      </w:r>
      <w:r w:rsidRPr="0007517B">
        <w:rPr>
          <w:szCs w:val="24"/>
        </w:rPr>
        <w:fldChar w:fldCharType="separate"/>
      </w:r>
      <w:r w:rsidR="00883F69">
        <w:rPr>
          <w:szCs w:val="24"/>
        </w:rPr>
        <w:t xml:space="preserve">Herkki Kauts </w:t>
      </w:r>
      <w:r w:rsidRPr="0007517B">
        <w:rPr>
          <w:szCs w:val="24"/>
        </w:rPr>
        <w:fldChar w:fldCharType="end"/>
      </w:r>
      <w:bookmarkEnd w:id="2"/>
    </w:p>
    <w:p w14:paraId="66444024" w14:textId="345A5DC0" w:rsidR="0007517B" w:rsidRPr="0007517B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3" w:name="Text32"/>
      <w:r w:rsidRPr="0007517B">
        <w:rPr>
          <w:szCs w:val="24"/>
        </w:rPr>
        <w:instrText xml:space="preserve"> FORMTEXT </w:instrText>
      </w:r>
      <w:r w:rsidRPr="0007517B">
        <w:rPr>
          <w:szCs w:val="24"/>
        </w:rPr>
      </w:r>
      <w:r w:rsidRPr="0007517B">
        <w:rPr>
          <w:szCs w:val="24"/>
        </w:rPr>
        <w:fldChar w:fldCharType="separate"/>
      </w:r>
      <w:r w:rsidRPr="0007517B">
        <w:rPr>
          <w:szCs w:val="24"/>
        </w:rPr>
        <w:t>RMK Edela regiooni varumisjuht</w:t>
      </w:r>
      <w:r w:rsidRPr="0007517B">
        <w:rPr>
          <w:szCs w:val="24"/>
        </w:rPr>
        <w:fldChar w:fldCharType="end"/>
      </w:r>
      <w:bookmarkEnd w:id="3"/>
    </w:p>
    <w:p w14:paraId="635D807D" w14:textId="77777777" w:rsidR="0007517B" w:rsidRPr="0007517B" w:rsidRDefault="0007517B" w:rsidP="0007517B">
      <w:pPr>
        <w:jc w:val="both"/>
        <w:rPr>
          <w:szCs w:val="24"/>
        </w:rPr>
      </w:pPr>
    </w:p>
    <w:p w14:paraId="15172C54" w14:textId="77777777" w:rsidR="0007517B" w:rsidRPr="0007517B" w:rsidRDefault="0007517B" w:rsidP="0007517B">
      <w:pPr>
        <w:jc w:val="both"/>
        <w:rPr>
          <w:szCs w:val="24"/>
        </w:rPr>
      </w:pPr>
    </w:p>
    <w:p w14:paraId="371BE273" w14:textId="77777777" w:rsidR="0007517B" w:rsidRPr="0007517B" w:rsidRDefault="0007517B" w:rsidP="0007517B">
      <w:pPr>
        <w:jc w:val="both"/>
        <w:rPr>
          <w:szCs w:val="24"/>
        </w:rPr>
      </w:pP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4D26162" w14:textId="4F61998B" w:rsidR="00883F69" w:rsidRPr="00883F69" w:rsidRDefault="0093754F" w:rsidP="00883F69">
      <w:pPr>
        <w:jc w:val="both"/>
        <w:rPr>
          <w:szCs w:val="24"/>
        </w:rPr>
      </w:pPr>
      <w:r w:rsidRPr="0093754F">
        <w:rPr>
          <w:szCs w:val="24"/>
        </w:rP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93754F">
        <w:rPr>
          <w:szCs w:val="24"/>
        </w:rPr>
        <w:instrText xml:space="preserve"> FORMTEXT </w:instrText>
      </w:r>
      <w:r w:rsidRPr="0093754F">
        <w:rPr>
          <w:szCs w:val="24"/>
        </w:rPr>
      </w:r>
      <w:r w:rsidRPr="0093754F">
        <w:rPr>
          <w:szCs w:val="24"/>
        </w:rPr>
        <w:fldChar w:fldCharType="separate"/>
      </w:r>
      <w:r w:rsidR="00883F69" w:rsidRPr="00883F69">
        <w:rPr>
          <w:szCs w:val="24"/>
        </w:rPr>
        <w:t>526</w:t>
      </w:r>
      <w:r w:rsidR="00883F69">
        <w:rPr>
          <w:szCs w:val="24"/>
        </w:rPr>
        <w:t xml:space="preserve"> </w:t>
      </w:r>
      <w:r w:rsidR="00883F69" w:rsidRPr="00883F69">
        <w:rPr>
          <w:szCs w:val="24"/>
        </w:rPr>
        <w:t>3396</w:t>
      </w:r>
      <w:r w:rsidR="00883F69">
        <w:rPr>
          <w:szCs w:val="24"/>
        </w:rPr>
        <w:t xml:space="preserve">, </w:t>
      </w:r>
      <w:r w:rsidR="00883F69" w:rsidRPr="00883F69">
        <w:rPr>
          <w:szCs w:val="24"/>
        </w:rPr>
        <w:t>herkki.kauts@rmk.ee</w:t>
      </w:r>
    </w:p>
    <w:p w14:paraId="3C3AA9FF" w14:textId="496D0FCC" w:rsidR="00E85637" w:rsidRDefault="0093754F" w:rsidP="0093754F">
      <w:pPr>
        <w:jc w:val="both"/>
      </w:pPr>
      <w:r w:rsidRPr="0093754F">
        <w:rPr>
          <w:szCs w:val="24"/>
        </w:rPr>
        <w:fldChar w:fldCharType="end"/>
      </w:r>
    </w:p>
    <w:sectPr w:rsidR="00E85637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0805" w14:textId="77777777" w:rsidR="005816AF" w:rsidRDefault="005816AF">
      <w:r>
        <w:separator/>
      </w:r>
    </w:p>
  </w:endnote>
  <w:endnote w:type="continuationSeparator" w:id="0">
    <w:p w14:paraId="78FE1E07" w14:textId="77777777" w:rsidR="005816AF" w:rsidRDefault="0058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69C26" w14:textId="77777777" w:rsidR="005816AF" w:rsidRDefault="005816AF">
      <w:r>
        <w:separator/>
      </w:r>
    </w:p>
  </w:footnote>
  <w:footnote w:type="continuationSeparator" w:id="0">
    <w:p w14:paraId="527F774D" w14:textId="77777777" w:rsidR="005816AF" w:rsidRDefault="00581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57FC6"/>
    <w:rsid w:val="0007517B"/>
    <w:rsid w:val="00084B1B"/>
    <w:rsid w:val="000A42B8"/>
    <w:rsid w:val="000D31BC"/>
    <w:rsid w:val="0015432F"/>
    <w:rsid w:val="00187A2D"/>
    <w:rsid w:val="001956F4"/>
    <w:rsid w:val="001D139F"/>
    <w:rsid w:val="001D2BA0"/>
    <w:rsid w:val="001E4AC0"/>
    <w:rsid w:val="001E574A"/>
    <w:rsid w:val="00231DFB"/>
    <w:rsid w:val="002D03C6"/>
    <w:rsid w:val="003147EF"/>
    <w:rsid w:val="003212B7"/>
    <w:rsid w:val="00326150"/>
    <w:rsid w:val="00356C40"/>
    <w:rsid w:val="00360D6D"/>
    <w:rsid w:val="003825A1"/>
    <w:rsid w:val="003A08B0"/>
    <w:rsid w:val="00436506"/>
    <w:rsid w:val="00491E34"/>
    <w:rsid w:val="004F4F69"/>
    <w:rsid w:val="004F7A94"/>
    <w:rsid w:val="005816AF"/>
    <w:rsid w:val="005E3DCC"/>
    <w:rsid w:val="006F05C3"/>
    <w:rsid w:val="006F39DC"/>
    <w:rsid w:val="00703324"/>
    <w:rsid w:val="00704BBF"/>
    <w:rsid w:val="00715881"/>
    <w:rsid w:val="00736442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45FCB"/>
    <w:rsid w:val="00864926"/>
    <w:rsid w:val="00883F69"/>
    <w:rsid w:val="008B1038"/>
    <w:rsid w:val="008C0A3A"/>
    <w:rsid w:val="009025DB"/>
    <w:rsid w:val="0093754F"/>
    <w:rsid w:val="009549A2"/>
    <w:rsid w:val="009854AC"/>
    <w:rsid w:val="009B3991"/>
    <w:rsid w:val="009B3ECA"/>
    <w:rsid w:val="009D3F3A"/>
    <w:rsid w:val="009D720C"/>
    <w:rsid w:val="009F608F"/>
    <w:rsid w:val="00A02E3A"/>
    <w:rsid w:val="00A4227C"/>
    <w:rsid w:val="00A9445B"/>
    <w:rsid w:val="00AA1F14"/>
    <w:rsid w:val="00AA3A61"/>
    <w:rsid w:val="00AA6DA9"/>
    <w:rsid w:val="00AB0C9E"/>
    <w:rsid w:val="00B21EEA"/>
    <w:rsid w:val="00B36ECD"/>
    <w:rsid w:val="00B4080A"/>
    <w:rsid w:val="00B7608B"/>
    <w:rsid w:val="00BE1106"/>
    <w:rsid w:val="00BF0803"/>
    <w:rsid w:val="00C00FCF"/>
    <w:rsid w:val="00C20765"/>
    <w:rsid w:val="00C32B5E"/>
    <w:rsid w:val="00C4661C"/>
    <w:rsid w:val="00C52479"/>
    <w:rsid w:val="00C67247"/>
    <w:rsid w:val="00C82385"/>
    <w:rsid w:val="00C96083"/>
    <w:rsid w:val="00C973B7"/>
    <w:rsid w:val="00CF0857"/>
    <w:rsid w:val="00DD39F6"/>
    <w:rsid w:val="00DF304D"/>
    <w:rsid w:val="00E02093"/>
    <w:rsid w:val="00E367C6"/>
    <w:rsid w:val="00E80905"/>
    <w:rsid w:val="00E85637"/>
    <w:rsid w:val="00EA58C5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1</TotalTime>
  <Pages>1</Pages>
  <Words>124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845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2024-04-08T11:09:00Z</dcterms:created>
  <dcterms:modified xsi:type="dcterms:W3CDTF">2024-04-08T11:09:00Z</dcterms:modified>
</cp:coreProperties>
</file>